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B291C" w14:textId="7D4C856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E41B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85E588" w14:textId="6F59660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31D43">
        <w:rPr>
          <w:rFonts w:ascii="Corbel" w:hAnsi="Corbel"/>
          <w:i/>
          <w:smallCaps/>
          <w:sz w:val="24"/>
          <w:szCs w:val="24"/>
        </w:rPr>
        <w:t>2020</w:t>
      </w:r>
      <w:r w:rsidR="00D44C78">
        <w:rPr>
          <w:rFonts w:ascii="Corbel" w:hAnsi="Corbel"/>
          <w:i/>
          <w:smallCaps/>
          <w:sz w:val="24"/>
          <w:szCs w:val="24"/>
        </w:rPr>
        <w:t>-20</w:t>
      </w:r>
      <w:r w:rsidR="00331D43">
        <w:rPr>
          <w:rFonts w:ascii="Corbel" w:hAnsi="Corbel"/>
          <w:i/>
          <w:smallCaps/>
          <w:sz w:val="24"/>
          <w:szCs w:val="24"/>
        </w:rPr>
        <w:t>23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DC375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2050DA6B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31D43">
        <w:rPr>
          <w:rFonts w:ascii="Corbel" w:hAnsi="Corbel"/>
          <w:sz w:val="20"/>
          <w:szCs w:val="20"/>
        </w:rPr>
        <w:t>2020/2021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18E17697" w:rsidR="0085747A" w:rsidRPr="009C54AE" w:rsidRDefault="008766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Emisja głosu z retoryką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710128A4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0C776A6D" w:rsidR="0085747A" w:rsidRPr="009C54AE" w:rsidRDefault="005640F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446163E1" w14:textId="51A4028D" w:rsidR="0085747A" w:rsidRPr="009C54AE" w:rsidRDefault="005A71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4997B24C" w14:textId="0B53B031" w:rsidR="0085747A" w:rsidRPr="009C54AE" w:rsidRDefault="005A71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49F1AEEB" w:rsidR="0085747A" w:rsidRPr="009C54AE" w:rsidRDefault="00210340" w:rsidP="002103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58B0ACD5" w:rsidR="0085747A" w:rsidRPr="009C54AE" w:rsidRDefault="003236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08AB0C18" w:rsidR="0085747A" w:rsidRPr="009C54AE" w:rsidRDefault="003236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7667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47509A8D" w:rsidR="0085747A" w:rsidRPr="009C54AE" w:rsidRDefault="00542E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55FD872C" w:rsidR="0085747A" w:rsidRPr="009C54AE" w:rsidRDefault="008766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I, semestr 1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67EB3789" w:rsidR="0085747A" w:rsidRPr="009C54AE" w:rsidRDefault="00ED47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5F8AC4F1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74653F6B" w:rsidR="0085747A" w:rsidRPr="009C54AE" w:rsidRDefault="00323649" w:rsidP="007541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7541D3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67803155" w14:textId="44ECA2C8" w:rsidR="0085747A" w:rsidRPr="009C54AE" w:rsidRDefault="0085747A" w:rsidP="001412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794482D8" w:rsidR="00015B8F" w:rsidRPr="009C54AE" w:rsidRDefault="008766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69AEF01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5F198B7B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5AD777EE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1EB15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871A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77777777" w:rsidR="0085747A" w:rsidRPr="00CE1005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E1005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35A6D5B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1490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DFB865D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11135FC5" w:rsidR="0085747A" w:rsidRPr="009C54AE" w:rsidRDefault="00075A0A" w:rsidP="008147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kulturze języka, zasadach wymowy i poprawności językowej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664719FE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 w:cstheme="minorHAnsi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 w:cstheme="minorHAnsi"/>
                <w:b w:val="0"/>
                <w:sz w:val="24"/>
                <w:szCs w:val="24"/>
              </w:rPr>
              <w:t>Zapoznanie z budową anatomiczną i działaniem narządu głosu, jego higieny podczas mówienia a także technikami prawidłowego oddychania</w:t>
            </w:r>
            <w:r w:rsidR="00323649">
              <w:rPr>
                <w:rFonts w:ascii="Corbel" w:hAnsi="Corbel" w:cstheme="minorHAnsi"/>
                <w:b w:val="0"/>
                <w:sz w:val="24"/>
                <w:szCs w:val="24"/>
              </w:rPr>
              <w:t>;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6B3EE0E8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/>
                <w:b w:val="0"/>
                <w:sz w:val="24"/>
                <w:szCs w:val="24"/>
              </w:rPr>
              <w:t>Przygotowanie studentów do profesjonalnego korzystania z głosu w procesie dyda</w:t>
            </w:r>
            <w:r w:rsidRPr="0087667D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87667D">
              <w:rPr>
                <w:rFonts w:ascii="Corbel" w:hAnsi="Corbel"/>
                <w:b w:val="0"/>
                <w:sz w:val="24"/>
                <w:szCs w:val="24"/>
              </w:rPr>
              <w:t>tyczno-wychowawczym</w:t>
            </w:r>
            <w:r w:rsidR="00323649">
              <w:rPr>
                <w:rFonts w:ascii="Corbel" w:hAnsi="Corbel"/>
                <w:b w:val="0"/>
                <w:sz w:val="24"/>
                <w:szCs w:val="24"/>
              </w:rPr>
              <w:t>;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78802697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/>
                <w:b w:val="0"/>
                <w:sz w:val="24"/>
                <w:szCs w:val="24"/>
              </w:rPr>
              <w:t>Kształcenie prawidłowej fonacji, artykulacji i dykcji.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00882363" w14:textId="77777777" w:rsidR="007171E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35D9D525" w14:textId="56C502F2" w:rsidR="0085747A" w:rsidRPr="009C54AE" w:rsidRDefault="007171E0" w:rsidP="007171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F484A" w:rsidRPr="009C54AE" w14:paraId="516B3994" w14:textId="77777777" w:rsidTr="00F3370B">
        <w:tc>
          <w:tcPr>
            <w:tcW w:w="1021" w:type="dxa"/>
          </w:tcPr>
          <w:p w14:paraId="3A2183F9" w14:textId="5ADD0FD0" w:rsidR="004F484A" w:rsidRPr="009C54AE" w:rsidRDefault="004F484A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676452A7" w:rsidR="004F484A" w:rsidRPr="00F62AFF" w:rsidRDefault="004E2B24" w:rsidP="00284CA4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Zaprezentuje</w:t>
            </w:r>
            <w:r w:rsidR="004F484A" w:rsidRPr="00F62AF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 opisze podstawowe zagadnienia</w:t>
            </w:r>
            <w:r w:rsidR="004F484A" w:rsidRPr="00F62AFF">
              <w:rPr>
                <w:rFonts w:ascii="Corbel" w:hAnsi="Corbel"/>
                <w:sz w:val="24"/>
                <w:szCs w:val="24"/>
              </w:rPr>
              <w:t xml:space="preserve"> z za</w:t>
            </w:r>
            <w:r w:rsidR="004F484A">
              <w:rPr>
                <w:rFonts w:ascii="Corbel" w:hAnsi="Corbel"/>
                <w:sz w:val="24"/>
                <w:szCs w:val="24"/>
              </w:rPr>
              <w:t>kresu higieny głosu, prawidłowej emisji i</w:t>
            </w:r>
            <w:r w:rsidR="004F484A" w:rsidRPr="00F62AFF">
              <w:rPr>
                <w:rFonts w:ascii="Corbel" w:hAnsi="Corbel"/>
                <w:sz w:val="24"/>
                <w:szCs w:val="24"/>
              </w:rPr>
              <w:t xml:space="preserve"> odpowiedniej retoryki</w:t>
            </w:r>
            <w:r w:rsidR="00323649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14:paraId="0BA198AF" w14:textId="69C322BC" w:rsidR="004F484A" w:rsidRPr="009C54AE" w:rsidRDefault="004F484A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F484A" w:rsidRPr="009C54AE" w14:paraId="2FD343A7" w14:textId="77777777" w:rsidTr="00F3370B">
        <w:tc>
          <w:tcPr>
            <w:tcW w:w="1021" w:type="dxa"/>
          </w:tcPr>
          <w:p w14:paraId="14DCE06C" w14:textId="0B8589DA" w:rsidR="004F484A" w:rsidRPr="009C54AE" w:rsidRDefault="004F484A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789A51EB" w14:textId="7175313B" w:rsidR="004F484A" w:rsidRPr="007C235F" w:rsidRDefault="00323649" w:rsidP="007C23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4F484A">
              <w:rPr>
                <w:rFonts w:ascii="Corbel" w:hAnsi="Corbel"/>
                <w:sz w:val="24"/>
                <w:szCs w:val="24"/>
              </w:rPr>
              <w:t>mówi zasady</w:t>
            </w:r>
            <w:r w:rsidR="004F484A" w:rsidRPr="00F62AFF">
              <w:rPr>
                <w:rFonts w:ascii="Corbel" w:hAnsi="Corbel"/>
                <w:sz w:val="24"/>
                <w:szCs w:val="24"/>
              </w:rPr>
              <w:t xml:space="preserve"> prawidłoweg</w:t>
            </w:r>
            <w:r w:rsidR="004F484A">
              <w:rPr>
                <w:rFonts w:ascii="Corbel" w:hAnsi="Corbel"/>
                <w:sz w:val="24"/>
                <w:szCs w:val="24"/>
              </w:rPr>
              <w:t>o funkcjonowania narządu głosu, sprawnego mówienia i śpiewania oraz zna i rozumie specyfikę głosu dzieci i uczniów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14:paraId="53459789" w14:textId="025A8B88" w:rsidR="004F484A" w:rsidRPr="007C235F" w:rsidRDefault="004F484A" w:rsidP="007C235F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K_W14</w:t>
            </w:r>
          </w:p>
        </w:tc>
      </w:tr>
      <w:tr w:rsidR="004F484A" w:rsidRPr="009C54AE" w14:paraId="4F246620" w14:textId="77777777" w:rsidTr="00F3370B">
        <w:tc>
          <w:tcPr>
            <w:tcW w:w="1021" w:type="dxa"/>
          </w:tcPr>
          <w:p w14:paraId="255FE3AE" w14:textId="445A285D" w:rsidR="004F484A" w:rsidRPr="009C54AE" w:rsidRDefault="004F484A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6AAE6146" w14:textId="6190EFB0" w:rsidR="004F484A" w:rsidRPr="00F3370B" w:rsidRDefault="00323649" w:rsidP="007C23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 xml:space="preserve"> formy ekspresji wypowiedzi i zasady poprawnej pols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>czyzny (kultury języka, dykcji)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dokonuje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 xml:space="preserve"> analizy własnych dzi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>łań na rzecz poprawności językowej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</w:tcPr>
          <w:p w14:paraId="3ED6BD2E" w14:textId="5AE67834" w:rsidR="004F484A" w:rsidRPr="00F3370B" w:rsidRDefault="004F484A" w:rsidP="0087667D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4F484A" w:rsidRPr="009C54AE" w14:paraId="751B13D8" w14:textId="77777777" w:rsidTr="00F3370B">
        <w:tc>
          <w:tcPr>
            <w:tcW w:w="1021" w:type="dxa"/>
          </w:tcPr>
          <w:p w14:paraId="281D8BEB" w14:textId="1359A7DF" w:rsidR="004F484A" w:rsidRPr="009C54AE" w:rsidRDefault="004F484A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634" w:type="dxa"/>
          </w:tcPr>
          <w:p w14:paraId="108D8799" w14:textId="264CA4D0" w:rsidR="004F484A" w:rsidRPr="00F3370B" w:rsidRDefault="00323649" w:rsidP="007C23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oceny 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 xml:space="preserve">swojej wiedzy i umiejętności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zakresie </w:t>
            </w:r>
            <w:r w:rsidR="004F484A" w:rsidRPr="00284CA4">
              <w:rPr>
                <w:rFonts w:ascii="Corbel" w:hAnsi="Corbel"/>
                <w:b w:val="0"/>
                <w:smallCaps w:val="0"/>
                <w:szCs w:val="24"/>
              </w:rPr>
              <w:t>efekty</w:t>
            </w:r>
            <w:r w:rsidR="004F484A" w:rsidRPr="00284CA4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4F484A" w:rsidRPr="00284CA4">
              <w:rPr>
                <w:rFonts w:ascii="Corbel" w:hAnsi="Corbel"/>
                <w:b w:val="0"/>
                <w:smallCaps w:val="0"/>
                <w:szCs w:val="24"/>
              </w:rPr>
              <w:t>nego wykorzystania swojego głosu oraz wiadomości z retoryki dla budowani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>a swojego autorytetu zawodowego</w:t>
            </w:r>
            <w:r w:rsidR="004F484A" w:rsidRPr="00284CA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097A82A" w14:textId="43184583" w:rsidR="004F484A" w:rsidRDefault="004F484A" w:rsidP="0087667D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34FEFE49" w14:textId="3A114C74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95D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F78AE2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032BE2B4" w:rsidR="0085747A" w:rsidRPr="009C54AE" w:rsidRDefault="004F484A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</w:t>
            </w:r>
          </w:p>
        </w:tc>
      </w:tr>
      <w:tr w:rsidR="0085747A" w:rsidRPr="009C54AE" w14:paraId="2FE92C29" w14:textId="77777777" w:rsidTr="00923D7D">
        <w:tc>
          <w:tcPr>
            <w:tcW w:w="9639" w:type="dxa"/>
          </w:tcPr>
          <w:p w14:paraId="5D6CBF06" w14:textId="45A4CCC9" w:rsidR="0085747A" w:rsidRPr="009C54AE" w:rsidRDefault="004F484A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</w:t>
            </w:r>
          </w:p>
        </w:tc>
      </w:tr>
    </w:tbl>
    <w:p w14:paraId="14940B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878B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0AEF3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7CFAA131" w:rsidR="009A23C8" w:rsidRPr="007C235F" w:rsidRDefault="00654B9E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Wiadomości teoretyczne wyjaśniające budowę i pracę aparatu głosowego i systemu odd</w:t>
            </w:r>
            <w:r w:rsidRPr="00654B9E">
              <w:rPr>
                <w:rFonts w:ascii="Corbel" w:hAnsi="Corbel"/>
                <w:sz w:val="24"/>
                <w:szCs w:val="24"/>
              </w:rPr>
              <w:t>e</w:t>
            </w:r>
            <w:r w:rsidRPr="00654B9E">
              <w:rPr>
                <w:rFonts w:ascii="Corbel" w:hAnsi="Corbel"/>
                <w:sz w:val="24"/>
                <w:szCs w:val="24"/>
              </w:rPr>
              <w:t>chowego – fizjologia i anatomia głosu</w:t>
            </w:r>
          </w:p>
        </w:tc>
      </w:tr>
      <w:tr w:rsidR="007C235F" w:rsidRPr="009C54AE" w14:paraId="2EA8EAD0" w14:textId="77777777" w:rsidTr="009A23C8">
        <w:tc>
          <w:tcPr>
            <w:tcW w:w="9520" w:type="dxa"/>
          </w:tcPr>
          <w:p w14:paraId="7AA5332B" w14:textId="2F947FF0" w:rsidR="007C235F" w:rsidRPr="007C235F" w:rsidRDefault="00654B9E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Wiadomości dotyczące higieny głosu przy wykorzystaniu go w celu mówienia</w:t>
            </w:r>
          </w:p>
        </w:tc>
      </w:tr>
      <w:tr w:rsidR="007C235F" w:rsidRPr="009C54AE" w14:paraId="6F3157FC" w14:textId="77777777" w:rsidTr="009A23C8">
        <w:tc>
          <w:tcPr>
            <w:tcW w:w="9520" w:type="dxa"/>
          </w:tcPr>
          <w:p w14:paraId="21450083" w14:textId="60C37491" w:rsidR="007C235F" w:rsidRPr="007C235F" w:rsidRDefault="00654B9E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Ćwiczenia postawy sylwetki, ćwiczenia fonacyjne, ćwiczenia krtani, żuchwy, ćwiczenia nad prawidłową  intonacyjnością głosu</w:t>
            </w:r>
          </w:p>
        </w:tc>
      </w:tr>
      <w:tr w:rsidR="007C235F" w:rsidRPr="009C54AE" w14:paraId="7A2F144D" w14:textId="77777777" w:rsidTr="009A23C8">
        <w:tc>
          <w:tcPr>
            <w:tcW w:w="9520" w:type="dxa"/>
          </w:tcPr>
          <w:p w14:paraId="29389168" w14:textId="5EEB5820" w:rsidR="007C235F" w:rsidRPr="007C235F" w:rsidRDefault="00654B9E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Ćwiczenia emisyjne pobudzające prawidłowy oddech przeponowy (</w:t>
            </w:r>
            <w:proofErr w:type="spellStart"/>
            <w:r w:rsidRPr="00654B9E">
              <w:rPr>
                <w:rFonts w:ascii="Corbel" w:hAnsi="Corbel"/>
                <w:sz w:val="24"/>
                <w:szCs w:val="24"/>
              </w:rPr>
              <w:t>apoggio</w:t>
            </w:r>
            <w:proofErr w:type="spellEnd"/>
            <w:r w:rsidRPr="00654B9E">
              <w:rPr>
                <w:rFonts w:ascii="Corbel" w:hAnsi="Corbel"/>
                <w:sz w:val="24"/>
                <w:szCs w:val="24"/>
              </w:rPr>
              <w:t>),</w:t>
            </w:r>
          </w:p>
        </w:tc>
      </w:tr>
      <w:tr w:rsidR="007C235F" w:rsidRPr="009C54AE" w14:paraId="320C7EED" w14:textId="77777777" w:rsidTr="009A23C8">
        <w:tc>
          <w:tcPr>
            <w:tcW w:w="9520" w:type="dxa"/>
          </w:tcPr>
          <w:p w14:paraId="7B2ABFC9" w14:textId="760BA150" w:rsidR="007C235F" w:rsidRPr="007C235F" w:rsidRDefault="00654B9E" w:rsidP="00654B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Ćwiczenia umożliwiające prawidłową artykulacje dźwięku oraz prawidłowy atak dźwięku</w:t>
            </w:r>
          </w:p>
        </w:tc>
      </w:tr>
      <w:tr w:rsidR="007C235F" w:rsidRPr="009C54AE" w14:paraId="2F3A8D50" w14:textId="77777777" w:rsidTr="009A23C8">
        <w:tc>
          <w:tcPr>
            <w:tcW w:w="9520" w:type="dxa"/>
          </w:tcPr>
          <w:p w14:paraId="6F55469D" w14:textId="77777777" w:rsidR="00654B9E" w:rsidRPr="00654B9E" w:rsidRDefault="00654B9E" w:rsidP="00654B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Ćwiczenia prawidłowej dykcji</w:t>
            </w:r>
          </w:p>
          <w:p w14:paraId="3582EE6C" w14:textId="664A9D12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lastRenderedPageBreak/>
              <w:t>samogłoski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54B9E">
              <w:rPr>
                <w:rFonts w:ascii="Corbel" w:hAnsi="Corbel"/>
                <w:sz w:val="24"/>
                <w:szCs w:val="24"/>
              </w:rPr>
              <w:t>podziały, charakterystyka,</w:t>
            </w:r>
          </w:p>
          <w:p w14:paraId="7B016299" w14:textId="77777777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spółgłoski – podziały, charakterystyka,</w:t>
            </w:r>
          </w:p>
          <w:p w14:paraId="7F307EB7" w14:textId="77777777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akcent wyrazowy,</w:t>
            </w:r>
          </w:p>
          <w:p w14:paraId="027A2B58" w14:textId="77777777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akcent zdaniowy,</w:t>
            </w:r>
          </w:p>
          <w:p w14:paraId="23DD81FF" w14:textId="77777777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praca z tekstami,</w:t>
            </w:r>
          </w:p>
          <w:p w14:paraId="246E1C25" w14:textId="2A8A5368" w:rsidR="007C235F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nauka poprawnej wymowy trudnych grup spółgłoskowych w sylabach, zdaniach i te</w:t>
            </w:r>
            <w:r w:rsidRPr="00654B9E">
              <w:rPr>
                <w:rFonts w:ascii="Corbel" w:hAnsi="Corbel"/>
                <w:sz w:val="24"/>
                <w:szCs w:val="24"/>
              </w:rPr>
              <w:t>k</w:t>
            </w:r>
            <w:r w:rsidRPr="00654B9E">
              <w:rPr>
                <w:rFonts w:ascii="Corbel" w:hAnsi="Corbel"/>
                <w:sz w:val="24"/>
                <w:szCs w:val="24"/>
              </w:rPr>
              <w:t>stach.</w:t>
            </w:r>
          </w:p>
        </w:tc>
      </w:tr>
      <w:tr w:rsidR="007C235F" w:rsidRPr="009C54AE" w14:paraId="434C9D3D" w14:textId="77777777" w:rsidTr="009A23C8">
        <w:tc>
          <w:tcPr>
            <w:tcW w:w="9520" w:type="dxa"/>
          </w:tcPr>
          <w:p w14:paraId="5795435C" w14:textId="77777777" w:rsidR="00654B9E" w:rsidRPr="00654B9E" w:rsidRDefault="00654B9E" w:rsidP="00654B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lastRenderedPageBreak/>
              <w:t>Sztuka autoprezentacji:</w:t>
            </w:r>
          </w:p>
          <w:p w14:paraId="1445F338" w14:textId="77777777" w:rsidR="00654B9E" w:rsidRPr="00654B9E" w:rsidRDefault="00654B9E" w:rsidP="00141270">
            <w:pPr>
              <w:pStyle w:val="Akapitzlist"/>
              <w:numPr>
                <w:ilvl w:val="0"/>
                <w:numId w:val="12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elementy retoryki,</w:t>
            </w:r>
          </w:p>
          <w:p w14:paraId="5A907A2B" w14:textId="77777777" w:rsidR="00654B9E" w:rsidRPr="00654B9E" w:rsidRDefault="00654B9E" w:rsidP="00141270">
            <w:pPr>
              <w:pStyle w:val="Akapitzlist"/>
              <w:numPr>
                <w:ilvl w:val="0"/>
                <w:numId w:val="12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ćwiczenia intonacji, frazowania na wybranych przykładach tekstowych,</w:t>
            </w:r>
          </w:p>
          <w:p w14:paraId="73ABA0C1" w14:textId="77777777" w:rsidR="00654B9E" w:rsidRDefault="00654B9E" w:rsidP="00141270">
            <w:pPr>
              <w:pStyle w:val="Akapitzlist"/>
              <w:numPr>
                <w:ilvl w:val="0"/>
                <w:numId w:val="12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mowa ciała,</w:t>
            </w:r>
          </w:p>
          <w:p w14:paraId="5E176A0F" w14:textId="1A4303DA" w:rsidR="007C235F" w:rsidRPr="00654B9E" w:rsidRDefault="00654B9E" w:rsidP="00141270">
            <w:pPr>
              <w:pStyle w:val="Akapitzlist"/>
              <w:numPr>
                <w:ilvl w:val="0"/>
                <w:numId w:val="12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ekspresja wypowiedzi – praca z tekstem.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097AC5" w14:textId="06593764" w:rsidR="00153C41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302059B8" w14:textId="09BEE5C5" w:rsidR="0085747A" w:rsidRPr="00323649" w:rsidRDefault="00153C41" w:rsidP="00DC49AA">
      <w:pPr>
        <w:pStyle w:val="Akapitzlist"/>
        <w:spacing w:after="0" w:line="240" w:lineRule="auto"/>
        <w:ind w:left="0"/>
        <w:rPr>
          <w:rFonts w:ascii="Corbel" w:hAnsi="Corbel"/>
          <w:b/>
          <w:bCs/>
          <w:sz w:val="24"/>
          <w:szCs w:val="24"/>
        </w:rPr>
      </w:pPr>
      <w:r w:rsidRPr="00323649">
        <w:rPr>
          <w:rFonts w:ascii="Corbel" w:hAnsi="Corbel"/>
          <w:b/>
          <w:bCs/>
          <w:sz w:val="24"/>
          <w:szCs w:val="24"/>
        </w:rPr>
        <w:t xml:space="preserve">Ćwiczenia: </w:t>
      </w:r>
      <w:r w:rsidR="009F4610" w:rsidRPr="00323649">
        <w:rPr>
          <w:rFonts w:ascii="Corbel" w:hAnsi="Corbel"/>
          <w:b/>
          <w:bCs/>
          <w:sz w:val="24"/>
          <w:szCs w:val="24"/>
        </w:rPr>
        <w:t xml:space="preserve">analiza </w:t>
      </w:r>
      <w:r w:rsidR="00923D7D" w:rsidRPr="00323649">
        <w:rPr>
          <w:rFonts w:ascii="Corbel" w:hAnsi="Corbel"/>
          <w:b/>
          <w:bCs/>
          <w:sz w:val="24"/>
          <w:szCs w:val="24"/>
        </w:rPr>
        <w:t>tekstów z dyskusją,</w:t>
      </w:r>
      <w:r w:rsidR="0085747A" w:rsidRPr="00323649">
        <w:rPr>
          <w:rFonts w:ascii="Corbel" w:hAnsi="Corbel"/>
          <w:b/>
          <w:bCs/>
          <w:sz w:val="24"/>
          <w:szCs w:val="24"/>
        </w:rPr>
        <w:t xml:space="preserve"> metoda projektów</w:t>
      </w:r>
      <w:r w:rsidR="00923D7D" w:rsidRPr="00323649">
        <w:rPr>
          <w:rFonts w:ascii="Corbel" w:hAnsi="Corbel"/>
          <w:b/>
          <w:bCs/>
          <w:sz w:val="24"/>
          <w:szCs w:val="24"/>
        </w:rPr>
        <w:t xml:space="preserve"> </w:t>
      </w:r>
      <w:r w:rsidR="0085747A" w:rsidRPr="00323649">
        <w:rPr>
          <w:rFonts w:ascii="Corbel" w:hAnsi="Corbel"/>
          <w:b/>
          <w:bCs/>
          <w:sz w:val="24"/>
          <w:szCs w:val="24"/>
        </w:rPr>
        <w:t>(projekt praktyczny</w:t>
      </w:r>
      <w:r w:rsidR="0071620A" w:rsidRPr="00323649">
        <w:rPr>
          <w:rFonts w:ascii="Corbel" w:hAnsi="Corbel"/>
          <w:b/>
          <w:bCs/>
          <w:sz w:val="24"/>
          <w:szCs w:val="24"/>
        </w:rPr>
        <w:t>),</w:t>
      </w:r>
      <w:r w:rsidR="001718A7" w:rsidRPr="00323649">
        <w:rPr>
          <w:rFonts w:ascii="Corbel" w:hAnsi="Corbel"/>
          <w:b/>
          <w:bCs/>
          <w:sz w:val="24"/>
          <w:szCs w:val="24"/>
        </w:rPr>
        <w:t xml:space="preserve"> praca w </w:t>
      </w:r>
      <w:r w:rsidR="0085747A" w:rsidRPr="00323649">
        <w:rPr>
          <w:rFonts w:ascii="Corbel" w:hAnsi="Corbel"/>
          <w:b/>
          <w:bCs/>
          <w:sz w:val="24"/>
          <w:szCs w:val="24"/>
        </w:rPr>
        <w:t>grupach</w:t>
      </w:r>
      <w:r w:rsidR="0071620A" w:rsidRPr="00323649">
        <w:rPr>
          <w:rFonts w:ascii="Corbel" w:hAnsi="Corbel"/>
          <w:b/>
          <w:bCs/>
          <w:sz w:val="24"/>
          <w:szCs w:val="24"/>
        </w:rPr>
        <w:t xml:space="preserve"> (</w:t>
      </w:r>
      <w:r w:rsidR="0085747A" w:rsidRPr="00323649">
        <w:rPr>
          <w:rFonts w:ascii="Corbel" w:hAnsi="Corbel"/>
          <w:b/>
          <w:bCs/>
          <w:sz w:val="24"/>
          <w:szCs w:val="24"/>
        </w:rPr>
        <w:t>rozwiązywanie zadań</w:t>
      </w:r>
      <w:r w:rsidR="0071620A" w:rsidRPr="00323649">
        <w:rPr>
          <w:rFonts w:ascii="Corbel" w:hAnsi="Corbel"/>
          <w:b/>
          <w:bCs/>
          <w:sz w:val="24"/>
          <w:szCs w:val="24"/>
        </w:rPr>
        <w:t>,</w:t>
      </w:r>
      <w:r w:rsidR="0085747A" w:rsidRPr="00323649">
        <w:rPr>
          <w:rFonts w:ascii="Corbel" w:hAnsi="Corbel"/>
          <w:b/>
          <w:bCs/>
          <w:sz w:val="24"/>
          <w:szCs w:val="24"/>
        </w:rPr>
        <w:t xml:space="preserve"> dyskusja</w:t>
      </w:r>
      <w:r w:rsidR="0071620A" w:rsidRPr="00323649">
        <w:rPr>
          <w:rFonts w:ascii="Corbel" w:hAnsi="Corbel"/>
          <w:b/>
          <w:bCs/>
          <w:sz w:val="24"/>
          <w:szCs w:val="24"/>
        </w:rPr>
        <w:t>),</w:t>
      </w:r>
      <w:r w:rsidR="00DC49AA" w:rsidRPr="00323649">
        <w:rPr>
          <w:rFonts w:ascii="Corbel" w:hAnsi="Corbel"/>
          <w:b/>
          <w:bCs/>
          <w:sz w:val="24"/>
          <w:szCs w:val="24"/>
        </w:rPr>
        <w:t xml:space="preserve"> </w:t>
      </w:r>
      <w:r w:rsidR="00420B0F" w:rsidRPr="00323649">
        <w:rPr>
          <w:rFonts w:ascii="Corbel" w:hAnsi="Corbel"/>
          <w:b/>
          <w:bCs/>
          <w:sz w:val="24"/>
          <w:szCs w:val="24"/>
        </w:rPr>
        <w:t>gry dydaktyczne</w:t>
      </w:r>
      <w:r w:rsidR="00AD76AE" w:rsidRPr="00323649">
        <w:rPr>
          <w:rFonts w:ascii="Corbel" w:hAnsi="Corbel"/>
          <w:b/>
          <w:bCs/>
          <w:sz w:val="24"/>
          <w:szCs w:val="24"/>
        </w:rPr>
        <w:t>.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C49AA" w:rsidRPr="009C54AE" w14:paraId="0079EEEF" w14:textId="77777777" w:rsidTr="00DC49AA">
        <w:tc>
          <w:tcPr>
            <w:tcW w:w="1962" w:type="dxa"/>
          </w:tcPr>
          <w:p w14:paraId="0D6639CA" w14:textId="0E6A8B74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32E31A6B" w:rsidR="00DC49AA" w:rsidRPr="00DC49AA" w:rsidRDefault="00284CA4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F70B50" w14:textId="74907CDE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DC49AA" w:rsidRPr="009C54AE" w14:paraId="08CCAAC0" w14:textId="77777777" w:rsidTr="00DC49AA">
        <w:tc>
          <w:tcPr>
            <w:tcW w:w="1962" w:type="dxa"/>
          </w:tcPr>
          <w:p w14:paraId="60CFE565" w14:textId="1CCF338E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3708F50D" w:rsidR="00DC49AA" w:rsidRPr="009C54AE" w:rsidRDefault="00AD76AE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6A0904C" w14:textId="3E42E22B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4F3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DC49AA" w:rsidRPr="009C54AE" w14:paraId="6CB17010" w14:textId="77777777" w:rsidTr="00DC49AA">
        <w:tc>
          <w:tcPr>
            <w:tcW w:w="1962" w:type="dxa"/>
          </w:tcPr>
          <w:p w14:paraId="5851FE68" w14:textId="53F985CF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68635B8B" w:rsidR="00DC49AA" w:rsidRPr="009C54AE" w:rsidRDefault="00075A0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ćwiczenia </w:t>
            </w:r>
            <w:r w:rsidR="004F484A">
              <w:rPr>
                <w:rFonts w:ascii="Corbel" w:hAnsi="Corbel"/>
                <w:b w:val="0"/>
                <w:szCs w:val="24"/>
              </w:rPr>
              <w:t>w trakcie zajęć, zaliczenie ust</w:t>
            </w:r>
            <w:r>
              <w:rPr>
                <w:rFonts w:ascii="Corbel" w:hAnsi="Corbel"/>
                <w:b w:val="0"/>
                <w:szCs w:val="24"/>
              </w:rPr>
              <w:t>ne</w:t>
            </w:r>
          </w:p>
        </w:tc>
        <w:tc>
          <w:tcPr>
            <w:tcW w:w="2117" w:type="dxa"/>
          </w:tcPr>
          <w:p w14:paraId="12128CD5" w14:textId="26EB5953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4F3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87667D" w:rsidRPr="009C54AE" w14:paraId="5A68C204" w14:textId="77777777" w:rsidTr="00DC49AA">
        <w:tc>
          <w:tcPr>
            <w:tcW w:w="1962" w:type="dxa"/>
          </w:tcPr>
          <w:p w14:paraId="73912CA1" w14:textId="7FE7FD2C" w:rsidR="0087667D" w:rsidRPr="009C54AE" w:rsidRDefault="0087667D" w:rsidP="00DC49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36A1A85" w14:textId="02959618" w:rsidR="0087667D" w:rsidRDefault="00284CA4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CA4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88827B9" w14:textId="739113FC" w:rsidR="0087667D" w:rsidRPr="00A364F3" w:rsidRDefault="00284CA4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CA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70C07490" w:rsidR="0085747A" w:rsidRPr="00AD76AE" w:rsidRDefault="00FC1E2B" w:rsidP="00AD76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prezentacji słownej na dowolnie wybrany temat społeczny i wygłoszenie jej na forum grupy ćwiczeniowej</w:t>
            </w:r>
            <w:r w:rsidR="004E2B24">
              <w:rPr>
                <w:rFonts w:ascii="Corbel" w:hAnsi="Corbel"/>
                <w:b w:val="0"/>
                <w:smallCaps w:val="0"/>
                <w:szCs w:val="24"/>
              </w:rPr>
              <w:t xml:space="preserve"> oraz przygotowanie się do zajęć.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F3B4F60" w14:textId="77777777" w:rsidTr="00923D7D">
        <w:tc>
          <w:tcPr>
            <w:tcW w:w="4962" w:type="dxa"/>
          </w:tcPr>
          <w:p w14:paraId="7818EC5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33B5E75C" w:rsidR="0085747A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BE248E6" w14:textId="77777777" w:rsidTr="00923D7D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2FAD5A0" w14:textId="4B97D033" w:rsidR="00C61DC5" w:rsidRPr="009C54AE" w:rsidRDefault="00E574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6DD4D52" w14:textId="6877CD46" w:rsidR="00DC49AA" w:rsidRDefault="00E574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45A99C75" w14:textId="3D8CAA43" w:rsidR="00DC49AA" w:rsidRDefault="007171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321FFC41" w14:textId="581C67D1" w:rsidR="00DC49AA" w:rsidRPr="009C54AE" w:rsidRDefault="007171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12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343BD05C" w14:textId="5BE465D4" w:rsidR="0085747A" w:rsidRPr="009C54AE" w:rsidRDefault="007171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57FB352C" w:rsidR="0085747A" w:rsidRPr="009C54AE" w:rsidRDefault="00E574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F9CF8AB" w14:textId="2C5B8062" w:rsidR="00654B9E" w:rsidRPr="00C25BFA" w:rsidRDefault="00654B9E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25BFA">
              <w:rPr>
                <w:rFonts w:ascii="Corbel" w:hAnsi="Corbel"/>
                <w:sz w:val="24"/>
                <w:szCs w:val="24"/>
              </w:rPr>
              <w:t xml:space="preserve">Mazepa T.,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Sztuka mówienia. Podstawy emisji głosu dla studentów ped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a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 xml:space="preserve">gogiki i kierunków pokrewnych. </w:t>
            </w:r>
            <w:r w:rsidRPr="00C25BFA">
              <w:rPr>
                <w:rFonts w:ascii="Corbel" w:hAnsi="Corbel"/>
                <w:sz w:val="24"/>
                <w:szCs w:val="24"/>
              </w:rPr>
              <w:t xml:space="preserve">Wyd. UR, </w:t>
            </w:r>
            <w:r w:rsidR="00C25BFA">
              <w:rPr>
                <w:rFonts w:ascii="Corbel" w:hAnsi="Corbel"/>
                <w:sz w:val="24"/>
                <w:szCs w:val="24"/>
              </w:rPr>
              <w:t xml:space="preserve">Rzeszów </w:t>
            </w:r>
            <w:r w:rsidRPr="00C25BFA">
              <w:rPr>
                <w:rFonts w:ascii="Corbel" w:hAnsi="Corbel"/>
                <w:sz w:val="24"/>
                <w:szCs w:val="24"/>
              </w:rPr>
              <w:t>2015.</w:t>
            </w:r>
          </w:p>
          <w:p w14:paraId="23FCA020" w14:textId="5EE42C18" w:rsidR="00654B9E" w:rsidRPr="00C25BFA" w:rsidRDefault="008E432D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Pluta A., Kozłowska A.,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I Ty zostaniesz Demostenesem: ćwiczenia dykcji dla małych i dużych, </w:t>
            </w:r>
            <w:r>
              <w:rPr>
                <w:rFonts w:ascii="Corbel" w:hAnsi="Corbel"/>
                <w:sz w:val="24"/>
                <w:szCs w:val="24"/>
              </w:rPr>
              <w:t>Wydawnictwo Innowacyjne, Gdynia 2014.</w:t>
            </w:r>
          </w:p>
          <w:p w14:paraId="2D97A399" w14:textId="727C8B67" w:rsidR="00654B9E" w:rsidRPr="00C25BFA" w:rsidRDefault="00654B9E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25BFA">
              <w:rPr>
                <w:rFonts w:ascii="Corbel" w:hAnsi="Corbel"/>
                <w:sz w:val="24"/>
                <w:szCs w:val="24"/>
              </w:rPr>
              <w:t xml:space="preserve">Tarasiewicz B.,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Mówię i śpiewam świadomie. Podręcznik do nauki emisji głosu</w:t>
            </w:r>
            <w:r w:rsidR="00C25BFA">
              <w:rPr>
                <w:rFonts w:ascii="Corbel" w:hAnsi="Corbel"/>
                <w:sz w:val="24"/>
                <w:szCs w:val="24"/>
              </w:rPr>
              <w:t xml:space="preserve">. Wyd. „UNIVERSITAS”, </w:t>
            </w:r>
            <w:r w:rsidR="008E432D">
              <w:rPr>
                <w:rFonts w:ascii="Corbel" w:hAnsi="Corbel"/>
                <w:sz w:val="24"/>
                <w:szCs w:val="24"/>
              </w:rPr>
              <w:t xml:space="preserve">Kraków </w:t>
            </w:r>
            <w:r w:rsidR="00C25BFA">
              <w:rPr>
                <w:rFonts w:ascii="Corbel" w:hAnsi="Corbel"/>
                <w:sz w:val="24"/>
                <w:szCs w:val="24"/>
              </w:rPr>
              <w:t>2019</w:t>
            </w:r>
            <w:r w:rsidRPr="00C25BFA">
              <w:rPr>
                <w:rFonts w:ascii="Corbel" w:hAnsi="Corbel"/>
                <w:sz w:val="24"/>
                <w:szCs w:val="24"/>
              </w:rPr>
              <w:t>.</w:t>
            </w:r>
          </w:p>
          <w:p w14:paraId="2D6BF25C" w14:textId="26FA0403" w:rsidR="00654B9E" w:rsidRPr="00C25BFA" w:rsidRDefault="00654B9E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25BFA">
              <w:rPr>
                <w:rFonts w:ascii="Corbel" w:hAnsi="Corbel"/>
                <w:sz w:val="24"/>
                <w:szCs w:val="24"/>
              </w:rPr>
              <w:t xml:space="preserve">Zielińska H.,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Kształcenie głosu</w:t>
            </w:r>
            <w:r w:rsidRPr="00C25BFA">
              <w:rPr>
                <w:rFonts w:ascii="Corbel" w:hAnsi="Corbel"/>
                <w:sz w:val="24"/>
                <w:szCs w:val="24"/>
              </w:rPr>
              <w:t xml:space="preserve">, </w:t>
            </w:r>
            <w:r w:rsidR="00C25BFA">
              <w:rPr>
                <w:rFonts w:ascii="Corbel" w:hAnsi="Corbel"/>
                <w:sz w:val="24"/>
                <w:szCs w:val="24"/>
              </w:rPr>
              <w:t>wyd. muz. Polihymnia, Lublin 2012</w:t>
            </w:r>
            <w:r w:rsidRPr="00C25BFA">
              <w:rPr>
                <w:rFonts w:ascii="Corbel" w:hAnsi="Corbel"/>
                <w:sz w:val="24"/>
                <w:szCs w:val="24"/>
              </w:rPr>
              <w:t>.</w:t>
            </w:r>
          </w:p>
          <w:p w14:paraId="213D7BBB" w14:textId="1CB0FFAD" w:rsidR="00654B9E" w:rsidRPr="00C25BFA" w:rsidRDefault="00654B9E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25BFA">
              <w:rPr>
                <w:rFonts w:ascii="Corbel" w:hAnsi="Corbel"/>
                <w:sz w:val="24"/>
                <w:szCs w:val="24"/>
              </w:rPr>
              <w:t>Łastik</w:t>
            </w:r>
            <w:proofErr w:type="spellEnd"/>
            <w:r w:rsidRPr="00C25BFA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Poznaj swój głos</w:t>
            </w:r>
            <w:r w:rsidR="00C25BFA">
              <w:rPr>
                <w:rFonts w:ascii="Corbel" w:hAnsi="Corbel"/>
                <w:i/>
                <w:sz w:val="24"/>
                <w:szCs w:val="24"/>
              </w:rPr>
              <w:t>…</w:t>
            </w:r>
            <w:r w:rsidR="00755B4E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="00C25BFA">
              <w:rPr>
                <w:rFonts w:ascii="Corbel" w:hAnsi="Corbel"/>
                <w:i/>
                <w:sz w:val="24"/>
                <w:szCs w:val="24"/>
              </w:rPr>
              <w:t>twoje najważniejsze narzędzie pracy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C25BFA">
              <w:rPr>
                <w:rFonts w:ascii="Corbel" w:hAnsi="Corbel"/>
                <w:sz w:val="24"/>
                <w:szCs w:val="24"/>
              </w:rPr>
              <w:t xml:space="preserve"> wyd. „Studio EMKA”, </w:t>
            </w:r>
            <w:r w:rsidR="00C25BFA">
              <w:rPr>
                <w:rFonts w:ascii="Corbel" w:hAnsi="Corbel"/>
                <w:sz w:val="24"/>
                <w:szCs w:val="24"/>
              </w:rPr>
              <w:t>Warszawa 2002</w:t>
            </w:r>
            <w:r w:rsidRPr="00C25BFA">
              <w:rPr>
                <w:rFonts w:ascii="Corbel" w:hAnsi="Corbel"/>
                <w:sz w:val="24"/>
                <w:szCs w:val="24"/>
              </w:rPr>
              <w:t>.</w:t>
            </w:r>
          </w:p>
          <w:p w14:paraId="4EC07346" w14:textId="591F0185" w:rsidR="00654B9E" w:rsidRPr="00C25BFA" w:rsidRDefault="00654B9E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25BFA">
              <w:rPr>
                <w:rFonts w:ascii="Corbel" w:hAnsi="Corbel"/>
                <w:sz w:val="24"/>
                <w:szCs w:val="24"/>
              </w:rPr>
              <w:t>Lachowiecki</w:t>
            </w:r>
            <w:proofErr w:type="spellEnd"/>
            <w:r w:rsidRPr="00C25BFA">
              <w:rPr>
                <w:rFonts w:ascii="Corbel" w:hAnsi="Corbel"/>
                <w:sz w:val="24"/>
                <w:szCs w:val="24"/>
              </w:rPr>
              <w:t xml:space="preserve"> L.,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Sztuka umiejętnego wypowiadania się</w:t>
            </w:r>
            <w:r w:rsidR="008E432D">
              <w:rPr>
                <w:rFonts w:ascii="Corbel" w:hAnsi="Corbel"/>
                <w:sz w:val="24"/>
                <w:szCs w:val="24"/>
              </w:rPr>
              <w:t>: zasady retoryki klasycznej, wyd. „Sternik”,</w:t>
            </w:r>
            <w:r w:rsidRPr="00C25BFA">
              <w:rPr>
                <w:rFonts w:ascii="Corbel" w:hAnsi="Corbel"/>
                <w:sz w:val="24"/>
                <w:szCs w:val="24"/>
              </w:rPr>
              <w:t xml:space="preserve"> Warszawa 1998.</w:t>
            </w:r>
          </w:p>
          <w:p w14:paraId="7612C321" w14:textId="46502DB1" w:rsidR="007328D8" w:rsidRPr="00654B9E" w:rsidRDefault="00654B9E" w:rsidP="008E432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proofErr w:type="spellStart"/>
            <w:r w:rsidRPr="00C25BFA">
              <w:rPr>
                <w:rFonts w:ascii="Corbel" w:hAnsi="Corbel"/>
                <w:sz w:val="24"/>
                <w:szCs w:val="24"/>
              </w:rPr>
              <w:t>Kuziak</w:t>
            </w:r>
            <w:proofErr w:type="spellEnd"/>
            <w:r w:rsidRPr="00C25BFA">
              <w:rPr>
                <w:rFonts w:ascii="Corbel" w:hAnsi="Corbel"/>
                <w:sz w:val="24"/>
                <w:szCs w:val="24"/>
              </w:rPr>
              <w:t xml:space="preserve"> M. ,</w:t>
            </w:r>
            <w:r w:rsidR="008E432D">
              <w:rPr>
                <w:rFonts w:ascii="Corbel" w:hAnsi="Corbel"/>
                <w:i/>
                <w:sz w:val="24"/>
                <w:szCs w:val="24"/>
              </w:rPr>
              <w:t xml:space="preserve">Sztuka mówienia: poradnik praktyczny, </w:t>
            </w:r>
            <w:r w:rsidR="008E432D">
              <w:rPr>
                <w:rFonts w:ascii="Corbel" w:hAnsi="Corbel"/>
                <w:sz w:val="24"/>
                <w:szCs w:val="24"/>
              </w:rPr>
              <w:t>Wydawnictwo Szko</w:t>
            </w:r>
            <w:r w:rsidR="008E432D">
              <w:rPr>
                <w:rFonts w:ascii="Corbel" w:hAnsi="Corbel"/>
                <w:sz w:val="24"/>
                <w:szCs w:val="24"/>
              </w:rPr>
              <w:t>l</w:t>
            </w:r>
            <w:r w:rsidR="008E432D">
              <w:rPr>
                <w:rFonts w:ascii="Corbel" w:hAnsi="Corbel"/>
                <w:sz w:val="24"/>
                <w:szCs w:val="24"/>
              </w:rPr>
              <w:t>ne PWN, Warszawa, Bielsko-Biała 2008.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610A296B" w14:textId="125AACAA" w:rsidR="00C25BFA" w:rsidRPr="008E432D" w:rsidRDefault="0085747A" w:rsidP="008E43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277EDFCE" w14:textId="3FD84B25" w:rsidR="0018781E" w:rsidRPr="0018781E" w:rsidRDefault="0018781E" w:rsidP="0018781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Rusinek M.,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Jak się dogadać czyli retoryka codzienna, </w:t>
            </w:r>
            <w:r>
              <w:rPr>
                <w:rFonts w:ascii="Corbel" w:hAnsi="Corbel"/>
                <w:sz w:val="24"/>
                <w:szCs w:val="24"/>
              </w:rPr>
              <w:t>Wyd. Znak, Kraków 2018.</w:t>
            </w:r>
          </w:p>
        </w:tc>
      </w:tr>
    </w:tbl>
    <w:p w14:paraId="05289291" w14:textId="77777777" w:rsidR="0085747A" w:rsidRPr="009C54AE" w:rsidRDefault="0085747A" w:rsidP="0081474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8B7E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5029E2" w14:textId="77777777" w:rsidR="008757FF" w:rsidRDefault="008757FF" w:rsidP="00C16ABF">
      <w:pPr>
        <w:spacing w:after="0" w:line="240" w:lineRule="auto"/>
      </w:pPr>
      <w:r>
        <w:separator/>
      </w:r>
    </w:p>
  </w:endnote>
  <w:endnote w:type="continuationSeparator" w:id="0">
    <w:p w14:paraId="1BF57F4A" w14:textId="77777777" w:rsidR="008757FF" w:rsidRDefault="008757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66EC16" w14:textId="77777777" w:rsidR="008757FF" w:rsidRDefault="008757FF" w:rsidP="00C16ABF">
      <w:pPr>
        <w:spacing w:after="0" w:line="240" w:lineRule="auto"/>
      </w:pPr>
      <w:r>
        <w:separator/>
      </w:r>
    </w:p>
  </w:footnote>
  <w:footnote w:type="continuationSeparator" w:id="0">
    <w:p w14:paraId="1CA5104C" w14:textId="77777777" w:rsidR="008757FF" w:rsidRDefault="008757FF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EA16543"/>
    <w:multiLevelType w:val="hybridMultilevel"/>
    <w:tmpl w:val="073497C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975A70"/>
    <w:multiLevelType w:val="hybridMultilevel"/>
    <w:tmpl w:val="7D24384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871B63"/>
    <w:multiLevelType w:val="hybridMultilevel"/>
    <w:tmpl w:val="B25CEF68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BE6A4A"/>
    <w:multiLevelType w:val="hybridMultilevel"/>
    <w:tmpl w:val="E9002110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C84103"/>
    <w:multiLevelType w:val="hybridMultilevel"/>
    <w:tmpl w:val="94E20F04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B81518"/>
    <w:multiLevelType w:val="hybridMultilevel"/>
    <w:tmpl w:val="006C674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FE5CC1"/>
    <w:multiLevelType w:val="hybridMultilevel"/>
    <w:tmpl w:val="0990506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3"/>
  </w:num>
  <w:num w:numId="5">
    <w:abstractNumId w:val="15"/>
  </w:num>
  <w:num w:numId="6">
    <w:abstractNumId w:val="10"/>
  </w:num>
  <w:num w:numId="7">
    <w:abstractNumId w:val="6"/>
  </w:num>
  <w:num w:numId="8">
    <w:abstractNumId w:val="7"/>
  </w:num>
  <w:num w:numId="9">
    <w:abstractNumId w:val="9"/>
  </w:num>
  <w:num w:numId="10">
    <w:abstractNumId w:val="8"/>
  </w:num>
  <w:num w:numId="11">
    <w:abstractNumId w:val="14"/>
  </w:num>
  <w:num w:numId="12">
    <w:abstractNumId w:val="12"/>
  </w:num>
  <w:num w:numId="13">
    <w:abstractNumId w:val="0"/>
  </w:num>
  <w:num w:numId="14">
    <w:abstractNumId w:val="2"/>
  </w:num>
  <w:num w:numId="15">
    <w:abstractNumId w:val="1"/>
  </w:num>
  <w:num w:numId="1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5A0A"/>
    <w:rsid w:val="00084C12"/>
    <w:rsid w:val="0009462C"/>
    <w:rsid w:val="00094B12"/>
    <w:rsid w:val="00096C46"/>
    <w:rsid w:val="00097ABF"/>
    <w:rsid w:val="000A296F"/>
    <w:rsid w:val="000A2A28"/>
    <w:rsid w:val="000B192D"/>
    <w:rsid w:val="000B28EE"/>
    <w:rsid w:val="000B3E37"/>
    <w:rsid w:val="000D04B0"/>
    <w:rsid w:val="000F1C57"/>
    <w:rsid w:val="000F45E6"/>
    <w:rsid w:val="000F5615"/>
    <w:rsid w:val="00124BFF"/>
    <w:rsid w:val="0012560E"/>
    <w:rsid w:val="00127108"/>
    <w:rsid w:val="00134B13"/>
    <w:rsid w:val="00141270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781E"/>
    <w:rsid w:val="00192F37"/>
    <w:rsid w:val="001A70D2"/>
    <w:rsid w:val="001D657B"/>
    <w:rsid w:val="001D7B54"/>
    <w:rsid w:val="001E0209"/>
    <w:rsid w:val="001E41B5"/>
    <w:rsid w:val="001F2CA2"/>
    <w:rsid w:val="00210340"/>
    <w:rsid w:val="002144C0"/>
    <w:rsid w:val="0022477D"/>
    <w:rsid w:val="002278A9"/>
    <w:rsid w:val="00232239"/>
    <w:rsid w:val="002336F9"/>
    <w:rsid w:val="0024028F"/>
    <w:rsid w:val="0024405A"/>
    <w:rsid w:val="00244ABC"/>
    <w:rsid w:val="00281FF2"/>
    <w:rsid w:val="00284CA4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649"/>
    <w:rsid w:val="00331D43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4AA"/>
    <w:rsid w:val="003E1941"/>
    <w:rsid w:val="003E2FE6"/>
    <w:rsid w:val="003E49D5"/>
    <w:rsid w:val="003F38C0"/>
    <w:rsid w:val="00414E3C"/>
    <w:rsid w:val="00420B0F"/>
    <w:rsid w:val="0042244A"/>
    <w:rsid w:val="0042745A"/>
    <w:rsid w:val="00431D5C"/>
    <w:rsid w:val="004362C6"/>
    <w:rsid w:val="00437FA2"/>
    <w:rsid w:val="00445970"/>
    <w:rsid w:val="004502E6"/>
    <w:rsid w:val="00451E11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F39"/>
    <w:rsid w:val="004E2B24"/>
    <w:rsid w:val="004F1551"/>
    <w:rsid w:val="004F484A"/>
    <w:rsid w:val="004F55A3"/>
    <w:rsid w:val="0050496F"/>
    <w:rsid w:val="00513B6F"/>
    <w:rsid w:val="00517C63"/>
    <w:rsid w:val="00526C94"/>
    <w:rsid w:val="005363C4"/>
    <w:rsid w:val="00536BDE"/>
    <w:rsid w:val="00542E25"/>
    <w:rsid w:val="00543ACC"/>
    <w:rsid w:val="005640FF"/>
    <w:rsid w:val="0056696D"/>
    <w:rsid w:val="00573EF9"/>
    <w:rsid w:val="0059484D"/>
    <w:rsid w:val="005A0855"/>
    <w:rsid w:val="005A3196"/>
    <w:rsid w:val="005A718D"/>
    <w:rsid w:val="005C080F"/>
    <w:rsid w:val="005C55E5"/>
    <w:rsid w:val="005C696A"/>
    <w:rsid w:val="005E6E85"/>
    <w:rsid w:val="005F31D2"/>
    <w:rsid w:val="0061029B"/>
    <w:rsid w:val="0061490C"/>
    <w:rsid w:val="00617230"/>
    <w:rsid w:val="00621CE1"/>
    <w:rsid w:val="00627FC9"/>
    <w:rsid w:val="00647FA8"/>
    <w:rsid w:val="00650C5F"/>
    <w:rsid w:val="00654934"/>
    <w:rsid w:val="00654B9E"/>
    <w:rsid w:val="0065526A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1E0"/>
    <w:rsid w:val="00724677"/>
    <w:rsid w:val="00725459"/>
    <w:rsid w:val="007327BD"/>
    <w:rsid w:val="007328D8"/>
    <w:rsid w:val="00734608"/>
    <w:rsid w:val="00736B2E"/>
    <w:rsid w:val="00745302"/>
    <w:rsid w:val="007461D6"/>
    <w:rsid w:val="00746EC8"/>
    <w:rsid w:val="007541D3"/>
    <w:rsid w:val="00755B4E"/>
    <w:rsid w:val="00763BF1"/>
    <w:rsid w:val="00766FD4"/>
    <w:rsid w:val="0078168C"/>
    <w:rsid w:val="00783A7F"/>
    <w:rsid w:val="00787C2A"/>
    <w:rsid w:val="00790E27"/>
    <w:rsid w:val="00792850"/>
    <w:rsid w:val="007A4022"/>
    <w:rsid w:val="007A6E6E"/>
    <w:rsid w:val="007C235F"/>
    <w:rsid w:val="007C3299"/>
    <w:rsid w:val="007C3BCC"/>
    <w:rsid w:val="007C4546"/>
    <w:rsid w:val="007D6E56"/>
    <w:rsid w:val="007F1652"/>
    <w:rsid w:val="007F4155"/>
    <w:rsid w:val="00814742"/>
    <w:rsid w:val="0081554D"/>
    <w:rsid w:val="0081707E"/>
    <w:rsid w:val="008449B3"/>
    <w:rsid w:val="00844DB9"/>
    <w:rsid w:val="0085052D"/>
    <w:rsid w:val="0085747A"/>
    <w:rsid w:val="008757FF"/>
    <w:rsid w:val="0087667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432D"/>
    <w:rsid w:val="008E64F4"/>
    <w:rsid w:val="008F12C9"/>
    <w:rsid w:val="008F6E29"/>
    <w:rsid w:val="00916188"/>
    <w:rsid w:val="00923D7D"/>
    <w:rsid w:val="009508DF"/>
    <w:rsid w:val="00950DAC"/>
    <w:rsid w:val="00954A07"/>
    <w:rsid w:val="00970A8C"/>
    <w:rsid w:val="00997F14"/>
    <w:rsid w:val="009A23C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277"/>
    <w:rsid w:val="00A84C85"/>
    <w:rsid w:val="00A97DE1"/>
    <w:rsid w:val="00AB053C"/>
    <w:rsid w:val="00AD1146"/>
    <w:rsid w:val="00AD27D3"/>
    <w:rsid w:val="00AD32DD"/>
    <w:rsid w:val="00AD66D6"/>
    <w:rsid w:val="00AD76A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1BF"/>
    <w:rsid w:val="00B607DB"/>
    <w:rsid w:val="00B66529"/>
    <w:rsid w:val="00B66797"/>
    <w:rsid w:val="00B66E97"/>
    <w:rsid w:val="00B75946"/>
    <w:rsid w:val="00B8056E"/>
    <w:rsid w:val="00B819C8"/>
    <w:rsid w:val="00B82308"/>
    <w:rsid w:val="00B90885"/>
    <w:rsid w:val="00BB520A"/>
    <w:rsid w:val="00BB76C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BFA"/>
    <w:rsid w:val="00C26CB7"/>
    <w:rsid w:val="00C324C1"/>
    <w:rsid w:val="00C36992"/>
    <w:rsid w:val="00C56036"/>
    <w:rsid w:val="00C61DC5"/>
    <w:rsid w:val="00C67E92"/>
    <w:rsid w:val="00C70770"/>
    <w:rsid w:val="00C70A26"/>
    <w:rsid w:val="00C766DF"/>
    <w:rsid w:val="00C86A68"/>
    <w:rsid w:val="00C906EE"/>
    <w:rsid w:val="00C94B98"/>
    <w:rsid w:val="00CA2B96"/>
    <w:rsid w:val="00CA36F3"/>
    <w:rsid w:val="00CA5089"/>
    <w:rsid w:val="00CB42CB"/>
    <w:rsid w:val="00CD6897"/>
    <w:rsid w:val="00CE100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C78"/>
    <w:rsid w:val="00D552B2"/>
    <w:rsid w:val="00D608D1"/>
    <w:rsid w:val="00D74119"/>
    <w:rsid w:val="00D8075B"/>
    <w:rsid w:val="00D8678B"/>
    <w:rsid w:val="00DA2114"/>
    <w:rsid w:val="00DC49AA"/>
    <w:rsid w:val="00DE09C0"/>
    <w:rsid w:val="00DE4A14"/>
    <w:rsid w:val="00DF320D"/>
    <w:rsid w:val="00DF71C8"/>
    <w:rsid w:val="00E129B8"/>
    <w:rsid w:val="00E13EB5"/>
    <w:rsid w:val="00E21E7D"/>
    <w:rsid w:val="00E22FBC"/>
    <w:rsid w:val="00E24BF5"/>
    <w:rsid w:val="00E25338"/>
    <w:rsid w:val="00E51E44"/>
    <w:rsid w:val="00E574C3"/>
    <w:rsid w:val="00E63348"/>
    <w:rsid w:val="00E63FE4"/>
    <w:rsid w:val="00E77E88"/>
    <w:rsid w:val="00E8107D"/>
    <w:rsid w:val="00E960BB"/>
    <w:rsid w:val="00EA2074"/>
    <w:rsid w:val="00EA4832"/>
    <w:rsid w:val="00EA4E9D"/>
    <w:rsid w:val="00EB392F"/>
    <w:rsid w:val="00EC4899"/>
    <w:rsid w:val="00ED03AB"/>
    <w:rsid w:val="00ED32D2"/>
    <w:rsid w:val="00ED47CF"/>
    <w:rsid w:val="00EE32DE"/>
    <w:rsid w:val="00EE5457"/>
    <w:rsid w:val="00F070AB"/>
    <w:rsid w:val="00F17567"/>
    <w:rsid w:val="00F27A7B"/>
    <w:rsid w:val="00F3370B"/>
    <w:rsid w:val="00F526AF"/>
    <w:rsid w:val="00F617C3"/>
    <w:rsid w:val="00F62AFF"/>
    <w:rsid w:val="00F7066B"/>
    <w:rsid w:val="00F723E8"/>
    <w:rsid w:val="00F83B28"/>
    <w:rsid w:val="00FA395B"/>
    <w:rsid w:val="00FA46E5"/>
    <w:rsid w:val="00FB7DBA"/>
    <w:rsid w:val="00FC1C25"/>
    <w:rsid w:val="00FC1E2B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7E646-567C-43D6-9A1E-119FD6043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139</TotalTime>
  <Pages>1</Pages>
  <Words>877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2020-10-13T08:08:00Z</cp:lastPrinted>
  <dcterms:created xsi:type="dcterms:W3CDTF">2019-10-16T16:23:00Z</dcterms:created>
  <dcterms:modified xsi:type="dcterms:W3CDTF">2021-10-01T09:45:00Z</dcterms:modified>
</cp:coreProperties>
</file>